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A5B" w:rsidRDefault="00756A5B" w:rsidP="008B075B">
      <w:pPr>
        <w:pStyle w:val="Header"/>
      </w:pPr>
      <w:r>
        <w:t>630 Knox Rd, Wayne, PA 19087</w:t>
      </w:r>
    </w:p>
    <w:p w:rsidR="00756A5B" w:rsidRDefault="00756A5B" w:rsidP="008B075B">
      <w:pPr>
        <w:pStyle w:val="Header"/>
      </w:pPr>
      <w:r>
        <w:t>10malykhinak@stoga.net</w:t>
      </w:r>
    </w:p>
    <w:p w:rsidR="00756A5B" w:rsidRPr="008B075B" w:rsidRDefault="00756A5B">
      <w:r>
        <w:t>(484)919-9499</w:t>
      </w:r>
    </w:p>
    <w:p w:rsidR="00756A5B" w:rsidRPr="00041360" w:rsidRDefault="00756A5B">
      <w:pPr>
        <w:rPr>
          <w:rFonts w:ascii="Times New Roman" w:hAnsi="Times New Roman" w:cs="Times New Roman"/>
          <w:b/>
          <w:bCs/>
        </w:rPr>
      </w:pPr>
    </w:p>
    <w:p w:rsidR="00756A5B" w:rsidRPr="00041360" w:rsidRDefault="00756A5B">
      <w:pPr>
        <w:rPr>
          <w:rFonts w:ascii="Times New Roman" w:hAnsi="Times New Roman" w:cs="Times New Roman"/>
          <w:b/>
          <w:bCs/>
        </w:rPr>
      </w:pPr>
      <w:r w:rsidRPr="00041360">
        <w:rPr>
          <w:rFonts w:ascii="Times New Roman" w:hAnsi="Times New Roman" w:cs="Times New Roman"/>
          <w:b/>
          <w:bCs/>
        </w:rPr>
        <w:t>EDUCATION</w:t>
      </w:r>
    </w:p>
    <w:p w:rsidR="00756A5B" w:rsidRPr="00041360" w:rsidRDefault="00756A5B">
      <w:pPr>
        <w:rPr>
          <w:rFonts w:ascii="Times New Roman" w:hAnsi="Times New Roman" w:cs="Times New Roman"/>
        </w:rPr>
      </w:pPr>
    </w:p>
    <w:p w:rsidR="00756A5B" w:rsidRPr="00041360" w:rsidRDefault="00756A5B" w:rsidP="002D1047">
      <w:p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Currently attending Conestoga High School, Berwyn, Pennsylvania</w:t>
      </w:r>
    </w:p>
    <w:p w:rsidR="00756A5B" w:rsidRPr="00041360" w:rsidRDefault="00756A5B">
      <w:p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Graduation Date: May 2010</w:t>
      </w:r>
    </w:p>
    <w:p w:rsidR="00756A5B" w:rsidRPr="00041360" w:rsidRDefault="00756A5B">
      <w:pPr>
        <w:rPr>
          <w:rFonts w:ascii="Times New Roman" w:hAnsi="Times New Roman" w:cs="Times New Roman"/>
        </w:rPr>
      </w:pPr>
    </w:p>
    <w:p w:rsidR="00756A5B" w:rsidRPr="00041360" w:rsidRDefault="00756A5B">
      <w:p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Completed 2 years at Santa Fe High School, Edmond, Oklahoma</w:t>
      </w:r>
    </w:p>
    <w:p w:rsidR="00756A5B" w:rsidRPr="00041360" w:rsidRDefault="00756A5B">
      <w:p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2006-2008</w:t>
      </w:r>
    </w:p>
    <w:p w:rsidR="00756A5B" w:rsidRPr="00041360" w:rsidRDefault="00756A5B">
      <w:p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Unweighted GPA: 4.0. Top 1% of Class</w:t>
      </w:r>
    </w:p>
    <w:p w:rsidR="00756A5B" w:rsidRPr="00041360" w:rsidRDefault="00756A5B">
      <w:pPr>
        <w:rPr>
          <w:rFonts w:ascii="Times New Roman" w:hAnsi="Times New Roman" w:cs="Times New Roman"/>
        </w:rPr>
      </w:pPr>
    </w:p>
    <w:p w:rsidR="00756A5B" w:rsidRPr="00041360" w:rsidRDefault="00756A5B">
      <w:pPr>
        <w:rPr>
          <w:rFonts w:ascii="Times New Roman" w:hAnsi="Times New Roman" w:cs="Times New Roman"/>
          <w:b/>
          <w:bCs/>
        </w:rPr>
      </w:pPr>
      <w:r w:rsidRPr="00041360">
        <w:rPr>
          <w:rFonts w:ascii="Times New Roman" w:hAnsi="Times New Roman" w:cs="Times New Roman"/>
          <w:b/>
          <w:bCs/>
        </w:rPr>
        <w:t>SCHOOL ACTIVITIES</w:t>
      </w:r>
    </w:p>
    <w:p w:rsidR="00756A5B" w:rsidRPr="00041360" w:rsidRDefault="00756A5B">
      <w:pPr>
        <w:rPr>
          <w:rFonts w:ascii="Times New Roman" w:hAnsi="Times New Roman" w:cs="Times New Roman"/>
        </w:rPr>
      </w:pPr>
    </w:p>
    <w:p w:rsidR="00756A5B" w:rsidRPr="00041360" w:rsidRDefault="00756A5B">
      <w:p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 xml:space="preserve">Habitat for Humanity, Conestoga High School </w:t>
      </w:r>
    </w:p>
    <w:p w:rsidR="00756A5B" w:rsidRPr="00041360" w:rsidRDefault="00756A5B" w:rsidP="006129A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2008-</w:t>
      </w:r>
      <w:r>
        <w:rPr>
          <w:rFonts w:ascii="Times New Roman" w:hAnsi="Times New Roman" w:cs="Times New Roman"/>
        </w:rPr>
        <w:t>2010</w:t>
      </w:r>
    </w:p>
    <w:p w:rsidR="00756A5B" w:rsidRPr="00041360" w:rsidRDefault="00756A5B" w:rsidP="006129A4">
      <w:pPr>
        <w:rPr>
          <w:rFonts w:ascii="Times New Roman" w:hAnsi="Times New Roman" w:cs="Times New Roman"/>
        </w:rPr>
      </w:pPr>
    </w:p>
    <w:p w:rsidR="00756A5B" w:rsidRPr="00041360" w:rsidRDefault="00756A5B" w:rsidP="006129A4">
      <w:p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Foreign Film Club, Conestoga High School</w:t>
      </w:r>
    </w:p>
    <w:p w:rsidR="00756A5B" w:rsidRDefault="00756A5B" w:rsidP="006129A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2008-2009</w:t>
      </w:r>
    </w:p>
    <w:p w:rsidR="00756A5B" w:rsidRPr="00041360" w:rsidRDefault="00756A5B" w:rsidP="006129A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2009-2010 President</w:t>
      </w:r>
    </w:p>
    <w:p w:rsidR="00756A5B" w:rsidRPr="00041360" w:rsidRDefault="00756A5B" w:rsidP="006129A4">
      <w:pPr>
        <w:rPr>
          <w:rFonts w:ascii="Times New Roman" w:hAnsi="Times New Roman" w:cs="Times New Roman"/>
        </w:rPr>
      </w:pPr>
    </w:p>
    <w:p w:rsidR="00756A5B" w:rsidRPr="00041360" w:rsidRDefault="00756A5B" w:rsidP="006129A4">
      <w:p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Model UN, Conestoga High School</w:t>
      </w:r>
    </w:p>
    <w:p w:rsidR="00756A5B" w:rsidRPr="00041360" w:rsidRDefault="00756A5B" w:rsidP="006129A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2008-2010 – Tryout required</w:t>
      </w:r>
    </w:p>
    <w:p w:rsidR="00756A5B" w:rsidRPr="00041360" w:rsidRDefault="00756A5B" w:rsidP="006129A4">
      <w:pPr>
        <w:rPr>
          <w:rFonts w:ascii="Times New Roman" w:hAnsi="Times New Roman" w:cs="Times New Roman"/>
        </w:rPr>
      </w:pPr>
    </w:p>
    <w:p w:rsidR="00756A5B" w:rsidRPr="00041360" w:rsidRDefault="00756A5B" w:rsidP="006129A4">
      <w:p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Key Club, Conestoga High School</w:t>
      </w:r>
    </w:p>
    <w:p w:rsidR="00756A5B" w:rsidRPr="00041360" w:rsidRDefault="00756A5B" w:rsidP="006129A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2008-20</w:t>
      </w:r>
      <w:r>
        <w:rPr>
          <w:rFonts w:ascii="Times New Roman" w:hAnsi="Times New Roman" w:cs="Times New Roman"/>
        </w:rPr>
        <w:t>10</w:t>
      </w:r>
      <w:r w:rsidRPr="00041360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50</w:t>
      </w:r>
      <w:r w:rsidRPr="00041360">
        <w:rPr>
          <w:rFonts w:ascii="Times New Roman" w:hAnsi="Times New Roman" w:cs="Times New Roman"/>
        </w:rPr>
        <w:t xml:space="preserve"> or more hours of volunteer work required.</w:t>
      </w:r>
    </w:p>
    <w:p w:rsidR="00756A5B" w:rsidRPr="00041360" w:rsidRDefault="00756A5B" w:rsidP="006129A4">
      <w:pPr>
        <w:rPr>
          <w:rFonts w:ascii="Times New Roman" w:hAnsi="Times New Roman" w:cs="Times New Roman"/>
        </w:rPr>
      </w:pPr>
    </w:p>
    <w:p w:rsidR="00756A5B" w:rsidRPr="00041360" w:rsidRDefault="00756A5B" w:rsidP="006129A4">
      <w:p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Astronomy Club, Conestoga High School</w:t>
      </w:r>
    </w:p>
    <w:p w:rsidR="00756A5B" w:rsidRPr="00041360" w:rsidRDefault="00756A5B" w:rsidP="00B75D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2009-2010</w:t>
      </w:r>
    </w:p>
    <w:p w:rsidR="00756A5B" w:rsidRPr="00041360" w:rsidRDefault="00756A5B" w:rsidP="006129A4">
      <w:pPr>
        <w:rPr>
          <w:rFonts w:ascii="Times New Roman" w:hAnsi="Times New Roman" w:cs="Times New Roman"/>
        </w:rPr>
      </w:pPr>
    </w:p>
    <w:p w:rsidR="00756A5B" w:rsidRPr="00041360" w:rsidRDefault="00756A5B" w:rsidP="006129A4">
      <w:p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Philosophy Club, Conestoga High School</w:t>
      </w:r>
    </w:p>
    <w:p w:rsidR="00756A5B" w:rsidRPr="00041360" w:rsidRDefault="00756A5B" w:rsidP="00B75D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2008-20</w:t>
      </w:r>
      <w:r>
        <w:rPr>
          <w:rFonts w:ascii="Times New Roman" w:hAnsi="Times New Roman" w:cs="Times New Roman"/>
        </w:rPr>
        <w:t>10</w:t>
      </w:r>
    </w:p>
    <w:p w:rsidR="00756A5B" w:rsidRPr="00041360" w:rsidRDefault="00756A5B" w:rsidP="00B75DE3">
      <w:pPr>
        <w:rPr>
          <w:rFonts w:ascii="Times New Roman" w:hAnsi="Times New Roman" w:cs="Times New Roman"/>
        </w:rPr>
      </w:pPr>
    </w:p>
    <w:p w:rsidR="00756A5B" w:rsidRPr="00041360" w:rsidRDefault="00756A5B" w:rsidP="00B75DE3">
      <w:p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Treasurer of the Class of 2010, Santa Fe High School</w:t>
      </w:r>
    </w:p>
    <w:p w:rsidR="00756A5B" w:rsidRPr="00041360" w:rsidRDefault="00756A5B" w:rsidP="00B75D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2008 –</w:t>
      </w:r>
      <w:r>
        <w:rPr>
          <w:rFonts w:ascii="Times New Roman" w:hAnsi="Times New Roman" w:cs="Times New Roman"/>
        </w:rPr>
        <w:t xml:space="preserve"> Oversaw expenses while planning for prom, class field trip, and junior t-shirts</w:t>
      </w:r>
      <w:r w:rsidRPr="00041360">
        <w:rPr>
          <w:rFonts w:ascii="Times New Roman" w:hAnsi="Times New Roman" w:cs="Times New Roman"/>
        </w:rPr>
        <w:t>.</w:t>
      </w:r>
    </w:p>
    <w:p w:rsidR="00756A5B" w:rsidRPr="00041360" w:rsidRDefault="00756A5B">
      <w:pPr>
        <w:rPr>
          <w:rFonts w:ascii="Times New Roman" w:hAnsi="Times New Roman" w:cs="Times New Roman"/>
        </w:rPr>
      </w:pPr>
    </w:p>
    <w:p w:rsidR="00756A5B" w:rsidRPr="00041360" w:rsidRDefault="00756A5B">
      <w:p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National Honor Society, Santa Fe High School Chapter</w:t>
      </w:r>
    </w:p>
    <w:p w:rsidR="00756A5B" w:rsidRDefault="00756A5B" w:rsidP="000114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2007-2008 – Required 3.5 unweighted GPA and service hours.</w:t>
      </w:r>
    </w:p>
    <w:p w:rsidR="00756A5B" w:rsidRDefault="00756A5B" w:rsidP="00960C2F">
      <w:pPr>
        <w:pStyle w:val="ListParagraph"/>
        <w:ind w:left="360"/>
        <w:rPr>
          <w:rFonts w:ascii="Times New Roman" w:hAnsi="Times New Roman" w:cs="Times New Roman"/>
        </w:rPr>
      </w:pPr>
    </w:p>
    <w:p w:rsidR="00756A5B" w:rsidRDefault="00756A5B" w:rsidP="00960C2F">
      <w:pPr>
        <w:pStyle w:val="ListParagraph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National Honor Society, Conestoga High School Chapter</w:t>
      </w:r>
    </w:p>
    <w:p w:rsidR="00756A5B" w:rsidRPr="00041360" w:rsidRDefault="00756A5B" w:rsidP="00960C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2009-2010 – Requires 4.7 GPA</w:t>
      </w:r>
    </w:p>
    <w:p w:rsidR="00756A5B" w:rsidRPr="00041360" w:rsidRDefault="00756A5B" w:rsidP="00D7525E">
      <w:pPr>
        <w:rPr>
          <w:rFonts w:ascii="Times New Roman" w:hAnsi="Times New Roman" w:cs="Times New Roman"/>
        </w:rPr>
      </w:pPr>
    </w:p>
    <w:p w:rsidR="00756A5B" w:rsidRPr="00041360" w:rsidRDefault="00756A5B" w:rsidP="00D7525E">
      <w:p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Junior Varsity Tennis Team, Santa Fe High School</w:t>
      </w:r>
    </w:p>
    <w:p w:rsidR="00756A5B" w:rsidRPr="00041360" w:rsidRDefault="00756A5B" w:rsidP="00D752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 xml:space="preserve">2007-2008 – Competed in singles and doubles JV tournaments, substituted in singles for </w:t>
      </w:r>
      <w:r>
        <w:rPr>
          <w:rFonts w:ascii="Times New Roman" w:hAnsi="Times New Roman" w:cs="Times New Roman"/>
        </w:rPr>
        <w:t xml:space="preserve">several </w:t>
      </w:r>
      <w:r w:rsidRPr="00041360">
        <w:rPr>
          <w:rFonts w:ascii="Times New Roman" w:hAnsi="Times New Roman" w:cs="Times New Roman"/>
        </w:rPr>
        <w:t>Varsity matches.</w:t>
      </w:r>
    </w:p>
    <w:p w:rsidR="00756A5B" w:rsidRPr="00041360" w:rsidRDefault="00756A5B" w:rsidP="000114F7">
      <w:pPr>
        <w:rPr>
          <w:rFonts w:ascii="Times New Roman" w:hAnsi="Times New Roman" w:cs="Times New Roman"/>
        </w:rPr>
      </w:pPr>
    </w:p>
    <w:p w:rsidR="00756A5B" w:rsidRPr="00041360" w:rsidRDefault="00756A5B" w:rsidP="000114F7">
      <w:p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Spanish National Honor Society, Santa Fe High School</w:t>
      </w:r>
    </w:p>
    <w:p w:rsidR="00756A5B" w:rsidRDefault="00756A5B" w:rsidP="000114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2007-2008 – Required 4.0 unweighted Spanish GPA.</w:t>
      </w:r>
    </w:p>
    <w:p w:rsidR="00756A5B" w:rsidRPr="008B075B" w:rsidRDefault="00756A5B" w:rsidP="008B075B">
      <w:pPr>
        <w:rPr>
          <w:rFonts w:ascii="Times New Roman" w:hAnsi="Times New Roman" w:cs="Times New Roman"/>
        </w:rPr>
      </w:pPr>
    </w:p>
    <w:p w:rsidR="00756A5B" w:rsidRPr="00041360" w:rsidRDefault="00756A5B" w:rsidP="000114F7">
      <w:p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Spanish Club, Santa Fe High School</w:t>
      </w:r>
    </w:p>
    <w:p w:rsidR="00756A5B" w:rsidRPr="00041360" w:rsidRDefault="00756A5B" w:rsidP="000114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2006-2008 – Member; Helped organize cultural festivities and volunteered at Abby’s Play House, a local Oklahoman non-profit organization dedicated to help children deal with death in the family.</w:t>
      </w:r>
    </w:p>
    <w:p w:rsidR="00756A5B" w:rsidRPr="00041360" w:rsidRDefault="00756A5B" w:rsidP="00DB572C">
      <w:pPr>
        <w:rPr>
          <w:rFonts w:ascii="Times New Roman" w:hAnsi="Times New Roman" w:cs="Times New Roman"/>
        </w:rPr>
      </w:pPr>
    </w:p>
    <w:p w:rsidR="00756A5B" w:rsidRPr="00041360" w:rsidRDefault="00756A5B" w:rsidP="00DB572C">
      <w:p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Environmental Club, Santa Fe High School</w:t>
      </w:r>
    </w:p>
    <w:p w:rsidR="00756A5B" w:rsidRPr="00041360" w:rsidRDefault="00756A5B" w:rsidP="00DB57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2008 – Elected treasurer; Organized main field trip and service activities.</w:t>
      </w:r>
    </w:p>
    <w:p w:rsidR="00756A5B" w:rsidRPr="00041360" w:rsidRDefault="00756A5B" w:rsidP="00DB57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2006-2008 – Member; Participated at several environmental volunteer sites by collecting trash and planting trees.</w:t>
      </w:r>
    </w:p>
    <w:p w:rsidR="00756A5B" w:rsidRPr="00041360" w:rsidRDefault="00756A5B">
      <w:pPr>
        <w:rPr>
          <w:rFonts w:ascii="Times New Roman" w:hAnsi="Times New Roman" w:cs="Times New Roman"/>
        </w:rPr>
      </w:pPr>
    </w:p>
    <w:p w:rsidR="00756A5B" w:rsidRPr="00041360" w:rsidRDefault="00756A5B">
      <w:pPr>
        <w:rPr>
          <w:rFonts w:ascii="Times New Roman" w:hAnsi="Times New Roman" w:cs="Times New Roman"/>
          <w:b/>
          <w:bCs/>
        </w:rPr>
      </w:pPr>
      <w:r w:rsidRPr="00041360">
        <w:rPr>
          <w:rFonts w:ascii="Times New Roman" w:hAnsi="Times New Roman" w:cs="Times New Roman"/>
          <w:b/>
          <w:bCs/>
        </w:rPr>
        <w:t>VOLUNTEER WORK</w:t>
      </w:r>
    </w:p>
    <w:p w:rsidR="00756A5B" w:rsidRPr="00041360" w:rsidRDefault="00756A5B">
      <w:pPr>
        <w:rPr>
          <w:rFonts w:ascii="Times New Roman" w:hAnsi="Times New Roman" w:cs="Times New Roman"/>
        </w:rPr>
      </w:pPr>
    </w:p>
    <w:p w:rsidR="00756A5B" w:rsidRPr="00041360" w:rsidRDefault="00756A5B">
      <w:p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Harmony Chiropractic, 3431 S. Boulevard, Ste. 107 Edmond, OK 73013</w:t>
      </w:r>
    </w:p>
    <w:p w:rsidR="00756A5B" w:rsidRDefault="00756A5B" w:rsidP="00AE771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2007-2008 – Filed insurance information, alphabetized files, avidly stapled and highlighted papers.</w:t>
      </w:r>
    </w:p>
    <w:p w:rsidR="00756A5B" w:rsidRPr="00041360" w:rsidRDefault="00756A5B" w:rsidP="00960C2F">
      <w:pPr>
        <w:pStyle w:val="ListParagraph"/>
        <w:ind w:left="360"/>
        <w:rPr>
          <w:rFonts w:ascii="Times New Roman" w:hAnsi="Times New Roman" w:cs="Times New Roman"/>
        </w:rPr>
      </w:pPr>
    </w:p>
    <w:p w:rsidR="00756A5B" w:rsidRDefault="00756A5B" w:rsidP="00DE63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Bryn Mawr Hospital</w:t>
      </w:r>
    </w:p>
    <w:p w:rsidR="00756A5B" w:rsidRDefault="00756A5B" w:rsidP="00960C2F">
      <w:pPr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2009 - Present – 5 hr/wk</w:t>
      </w:r>
    </w:p>
    <w:p w:rsidR="00756A5B" w:rsidRPr="00041360" w:rsidRDefault="00756A5B" w:rsidP="00DE631D">
      <w:pPr>
        <w:rPr>
          <w:rFonts w:ascii="Times New Roman" w:hAnsi="Times New Roman" w:cs="Times New Roman"/>
        </w:rPr>
      </w:pPr>
    </w:p>
    <w:p w:rsidR="00756A5B" w:rsidRPr="00041360" w:rsidRDefault="00756A5B" w:rsidP="00DE631D">
      <w:pPr>
        <w:rPr>
          <w:rFonts w:ascii="Times New Roman" w:hAnsi="Times New Roman" w:cs="Times New Roman"/>
          <w:b/>
          <w:bCs/>
        </w:rPr>
      </w:pPr>
      <w:r w:rsidRPr="00041360">
        <w:rPr>
          <w:rFonts w:ascii="Times New Roman" w:hAnsi="Times New Roman" w:cs="Times New Roman"/>
          <w:b/>
          <w:bCs/>
        </w:rPr>
        <w:t>EMPLOYMENT</w:t>
      </w:r>
    </w:p>
    <w:p w:rsidR="00756A5B" w:rsidRPr="00041360" w:rsidRDefault="00756A5B">
      <w:pPr>
        <w:rPr>
          <w:rFonts w:ascii="Times New Roman" w:hAnsi="Times New Roman" w:cs="Times New Roman"/>
        </w:rPr>
      </w:pPr>
    </w:p>
    <w:p w:rsidR="00756A5B" w:rsidRDefault="00756A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Outback Steakhouse</w:t>
      </w:r>
    </w:p>
    <w:p w:rsidR="00756A5B" w:rsidRPr="00041360" w:rsidRDefault="00756A5B" w:rsidP="00960C2F">
      <w:pPr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2009 – Present – Hostess; 20 hr/wk</w:t>
      </w:r>
    </w:p>
    <w:p w:rsidR="00756A5B" w:rsidRPr="00041360" w:rsidRDefault="00756A5B">
      <w:pPr>
        <w:rPr>
          <w:rFonts w:ascii="Times New Roman" w:hAnsi="Times New Roman" w:cs="Times New Roman"/>
        </w:rPr>
      </w:pPr>
    </w:p>
    <w:p w:rsidR="00756A5B" w:rsidRPr="00041360" w:rsidRDefault="00756A5B">
      <w:pPr>
        <w:rPr>
          <w:rFonts w:ascii="Times New Roman" w:hAnsi="Times New Roman" w:cs="Times New Roman"/>
          <w:b/>
          <w:bCs/>
        </w:rPr>
      </w:pPr>
      <w:r w:rsidRPr="00041360">
        <w:rPr>
          <w:rFonts w:ascii="Times New Roman" w:hAnsi="Times New Roman" w:cs="Times New Roman"/>
          <w:b/>
          <w:bCs/>
        </w:rPr>
        <w:t>PERSONAL PURSUITS</w:t>
      </w:r>
    </w:p>
    <w:p w:rsidR="00756A5B" w:rsidRPr="00041360" w:rsidRDefault="00756A5B">
      <w:pPr>
        <w:rPr>
          <w:rFonts w:ascii="Times New Roman" w:hAnsi="Times New Roman" w:cs="Times New Roman"/>
        </w:rPr>
      </w:pPr>
    </w:p>
    <w:p w:rsidR="00756A5B" w:rsidRPr="00041360" w:rsidRDefault="00756A5B" w:rsidP="00AC5A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>Played</w:t>
      </w:r>
      <w:r>
        <w:rPr>
          <w:rFonts w:ascii="Times New Roman" w:hAnsi="Times New Roman" w:cs="Times New Roman"/>
        </w:rPr>
        <w:t xml:space="preserve"> flute since 2003; guitar </w:t>
      </w:r>
      <w:r w:rsidRPr="00041360">
        <w:rPr>
          <w:rFonts w:ascii="Times New Roman" w:hAnsi="Times New Roman" w:cs="Times New Roman"/>
        </w:rPr>
        <w:t xml:space="preserve">and piano </w:t>
      </w:r>
      <w:r>
        <w:rPr>
          <w:rFonts w:ascii="Times New Roman" w:hAnsi="Times New Roman" w:cs="Times New Roman"/>
        </w:rPr>
        <w:t>since early</w:t>
      </w:r>
      <w:r w:rsidRPr="00041360">
        <w:rPr>
          <w:rFonts w:ascii="Times New Roman" w:hAnsi="Times New Roman" w:cs="Times New Roman"/>
        </w:rPr>
        <w:t xml:space="preserve"> 2008.</w:t>
      </w:r>
    </w:p>
    <w:p w:rsidR="00756A5B" w:rsidRPr="00041360" w:rsidRDefault="00756A5B" w:rsidP="00AC5A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Enjoy reading and working at</w:t>
      </w:r>
      <w:r w:rsidRPr="00041360">
        <w:rPr>
          <w:rFonts w:ascii="Times New Roman" w:hAnsi="Times New Roman" w:cs="Times New Roman"/>
        </w:rPr>
        <w:t xml:space="preserve"> school </w:t>
      </w:r>
      <w:r>
        <w:rPr>
          <w:rFonts w:ascii="Times New Roman" w:hAnsi="Times New Roman" w:cs="Times New Roman"/>
        </w:rPr>
        <w:t>library; member of TAB Book club at local library.</w:t>
      </w:r>
    </w:p>
    <w:p w:rsidR="00756A5B" w:rsidRPr="00041360" w:rsidRDefault="00756A5B" w:rsidP="00AC5A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Very</w:t>
      </w:r>
      <w:r w:rsidRPr="00041360">
        <w:rPr>
          <w:rFonts w:ascii="Times New Roman" w:hAnsi="Times New Roman" w:cs="Times New Roman"/>
        </w:rPr>
        <w:t xml:space="preserve"> interested in and devoted to foreign films and languages.</w:t>
      </w:r>
    </w:p>
    <w:p w:rsidR="00756A5B" w:rsidRPr="00041360" w:rsidRDefault="00756A5B" w:rsidP="00AC5A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</w:rPr>
        <w:t xml:space="preserve">Played tennis since age </w:t>
      </w:r>
      <w:r>
        <w:rPr>
          <w:rFonts w:ascii="Times New Roman" w:hAnsi="Times New Roman" w:cs="Times New Roman"/>
        </w:rPr>
        <w:t>6</w:t>
      </w:r>
    </w:p>
    <w:p w:rsidR="00756A5B" w:rsidRPr="00041360" w:rsidRDefault="00756A5B">
      <w:pPr>
        <w:rPr>
          <w:rFonts w:ascii="Times New Roman" w:hAnsi="Times New Roman" w:cs="Times New Roman"/>
        </w:rPr>
      </w:pPr>
    </w:p>
    <w:p w:rsidR="00756A5B" w:rsidRPr="00041360" w:rsidRDefault="00756A5B">
      <w:pPr>
        <w:rPr>
          <w:rFonts w:ascii="Times New Roman" w:hAnsi="Times New Roman" w:cs="Times New Roman"/>
          <w:b/>
          <w:bCs/>
        </w:rPr>
      </w:pPr>
      <w:r w:rsidRPr="00041360">
        <w:rPr>
          <w:rFonts w:ascii="Times New Roman" w:hAnsi="Times New Roman" w:cs="Times New Roman"/>
          <w:b/>
          <w:bCs/>
        </w:rPr>
        <w:t>AWARDS AND HONORS</w:t>
      </w:r>
    </w:p>
    <w:p w:rsidR="00756A5B" w:rsidRPr="00041360" w:rsidRDefault="00756A5B" w:rsidP="00230AF5">
      <w:pPr>
        <w:rPr>
          <w:rFonts w:ascii="Times New Roman" w:hAnsi="Times New Roman" w:cs="Times New Roman"/>
        </w:rPr>
      </w:pPr>
    </w:p>
    <w:p w:rsidR="00756A5B" w:rsidRPr="00041360" w:rsidRDefault="00756A5B" w:rsidP="00AC5A25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  <w:b/>
          <w:bCs/>
        </w:rPr>
        <w:t>Class of 2010 Oklahoma School of Science and Mathematics Finalist</w:t>
      </w:r>
      <w:r w:rsidRPr="00041360">
        <w:rPr>
          <w:rFonts w:ascii="Times New Roman" w:hAnsi="Times New Roman" w:cs="Times New Roman"/>
        </w:rPr>
        <w:t xml:space="preserve"> – Oklahoma state funded highly selective school which I would have attended if I did not move. Application process required 9 essays and an interview.</w:t>
      </w:r>
    </w:p>
    <w:p w:rsidR="00756A5B" w:rsidRPr="00041360" w:rsidRDefault="00756A5B" w:rsidP="00AC5A25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  <w:b/>
          <w:bCs/>
        </w:rPr>
        <w:t>Oklahoma High School Honor Society, 2006-2008</w:t>
      </w:r>
      <w:r w:rsidRPr="00041360">
        <w:rPr>
          <w:rFonts w:ascii="Times New Roman" w:hAnsi="Times New Roman" w:cs="Times New Roman"/>
        </w:rPr>
        <w:t xml:space="preserve"> – 3.0 or higher </w:t>
      </w:r>
      <w:r>
        <w:rPr>
          <w:rFonts w:ascii="Times New Roman" w:hAnsi="Times New Roman" w:cs="Times New Roman"/>
        </w:rPr>
        <w:t xml:space="preserve">unweighted </w:t>
      </w:r>
      <w:r w:rsidRPr="00041360">
        <w:rPr>
          <w:rFonts w:ascii="Times New Roman" w:hAnsi="Times New Roman" w:cs="Times New Roman"/>
        </w:rPr>
        <w:t>GPA.</w:t>
      </w:r>
    </w:p>
    <w:p w:rsidR="00756A5B" w:rsidRPr="00041360" w:rsidRDefault="00756A5B" w:rsidP="00AC5A25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  <w:b/>
          <w:bCs/>
        </w:rPr>
        <w:t xml:space="preserve">Santa Fe Academic E </w:t>
      </w:r>
      <w:r w:rsidRPr="00041360">
        <w:rPr>
          <w:rFonts w:ascii="Times New Roman" w:hAnsi="Times New Roman" w:cs="Times New Roman"/>
        </w:rPr>
        <w:t>– top 10% of the class</w:t>
      </w:r>
    </w:p>
    <w:p w:rsidR="00756A5B" w:rsidRPr="00041360" w:rsidRDefault="00756A5B" w:rsidP="00AC5A25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  <w:b/>
          <w:bCs/>
        </w:rPr>
        <w:t>Edmond Santa Fe Athletic Letter Award, 2008</w:t>
      </w:r>
      <w:r w:rsidRPr="00041360">
        <w:rPr>
          <w:rFonts w:ascii="Times New Roman" w:hAnsi="Times New Roman" w:cs="Times New Roman"/>
        </w:rPr>
        <w:t xml:space="preserve"> – lettered in tennis sophomore year.</w:t>
      </w:r>
    </w:p>
    <w:p w:rsidR="00756A5B" w:rsidRPr="00041360" w:rsidRDefault="00756A5B" w:rsidP="00AC5A2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</w:rPr>
      </w:pPr>
      <w:r w:rsidRPr="00041360">
        <w:rPr>
          <w:rFonts w:ascii="Times New Roman" w:hAnsi="Times New Roman" w:cs="Times New Roman"/>
          <w:b/>
          <w:bCs/>
        </w:rPr>
        <w:t xml:space="preserve">Sophomore Renaissance Scholar, 2008 </w:t>
      </w:r>
      <w:r w:rsidRPr="00041360">
        <w:rPr>
          <w:rFonts w:ascii="Times New Roman" w:hAnsi="Times New Roman" w:cs="Times New Roman"/>
        </w:rPr>
        <w:t>– top 5% of the class</w:t>
      </w:r>
    </w:p>
    <w:p w:rsidR="00756A5B" w:rsidRDefault="00756A5B" w:rsidP="00230AF5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  <w:b/>
          <w:bCs/>
        </w:rPr>
        <w:t>Certificate of Outstanding Academic Performance, 2008</w:t>
      </w:r>
      <w:r w:rsidRPr="00041360">
        <w:rPr>
          <w:rFonts w:ascii="Times New Roman" w:hAnsi="Times New Roman" w:cs="Times New Roman"/>
        </w:rPr>
        <w:t xml:space="preserve"> – for scoring in the top 5% of ACT’s PLAN Program in grade ten.</w:t>
      </w:r>
    </w:p>
    <w:p w:rsidR="00756A5B" w:rsidRPr="00041360" w:rsidRDefault="00756A5B" w:rsidP="00230AF5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Superintendents Student Advisory Council Member 2006, 2007</w:t>
      </w:r>
      <w:r>
        <w:rPr>
          <w:rFonts w:ascii="Times New Roman" w:hAnsi="Times New Roman" w:cs="Times New Roman"/>
        </w:rPr>
        <w:t>– one of two teacher nominated student representatives who participate in monthly meetings with the Edmond School Board by providing input on how to improve their school.</w:t>
      </w:r>
    </w:p>
    <w:p w:rsidR="00756A5B" w:rsidRPr="00041360" w:rsidRDefault="00756A5B" w:rsidP="00B53F6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  <w:b/>
          <w:bCs/>
        </w:rPr>
        <w:t>Best All Around Student, 2007</w:t>
      </w:r>
      <w:r w:rsidRPr="00041360">
        <w:rPr>
          <w:rFonts w:ascii="Times New Roman" w:hAnsi="Times New Roman" w:cs="Times New Roman"/>
        </w:rPr>
        <w:t xml:space="preserve"> – nominated by Mr. LaValley, Pre-AP Biology Teacher.</w:t>
      </w:r>
    </w:p>
    <w:p w:rsidR="00756A5B" w:rsidRPr="00960C2F" w:rsidRDefault="00756A5B" w:rsidP="008B075B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041360">
        <w:rPr>
          <w:rFonts w:ascii="Times New Roman" w:hAnsi="Times New Roman" w:cs="Times New Roman"/>
          <w:b/>
          <w:bCs/>
        </w:rPr>
        <w:t>1</w:t>
      </w:r>
      <w:r w:rsidRPr="00041360">
        <w:rPr>
          <w:rFonts w:ascii="Times New Roman" w:hAnsi="Times New Roman" w:cs="Times New Roman"/>
          <w:b/>
          <w:bCs/>
          <w:vertAlign w:val="superscript"/>
        </w:rPr>
        <w:t>st</w:t>
      </w:r>
      <w:r w:rsidRPr="00041360">
        <w:rPr>
          <w:rFonts w:ascii="Times New Roman" w:hAnsi="Times New Roman" w:cs="Times New Roman"/>
          <w:b/>
          <w:bCs/>
        </w:rPr>
        <w:t xml:space="preserve"> Place in Santa Fe Fitness Center Regional Tennis Tournament, 2006</w:t>
      </w:r>
    </w:p>
    <w:p w:rsidR="00756A5B" w:rsidRPr="008B075B" w:rsidRDefault="00756A5B" w:rsidP="008B075B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University of Pennsylvania Summer Science Initiative</w:t>
      </w:r>
      <w:r>
        <w:rPr>
          <w:rFonts w:ascii="Times New Roman" w:hAnsi="Times New Roman" w:cs="Times New Roman"/>
        </w:rPr>
        <w:t xml:space="preserve"> – Completed during the month of July in 2009; Learned about material sciences through labs and lectures.</w:t>
      </w:r>
    </w:p>
    <w:sectPr w:rsidR="00756A5B" w:rsidRPr="008B075B" w:rsidSect="00230AF5">
      <w:head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A5B" w:rsidRDefault="00756A5B" w:rsidP="004A4E10">
      <w:r>
        <w:separator/>
      </w:r>
    </w:p>
  </w:endnote>
  <w:endnote w:type="continuationSeparator" w:id="1">
    <w:p w:rsidR="00756A5B" w:rsidRDefault="00756A5B" w:rsidP="004A4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A5B" w:rsidRDefault="00756A5B" w:rsidP="004A4E10">
      <w:r>
        <w:separator/>
      </w:r>
    </w:p>
  </w:footnote>
  <w:footnote w:type="continuationSeparator" w:id="1">
    <w:p w:rsidR="00756A5B" w:rsidRDefault="00756A5B" w:rsidP="004A4E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A5B" w:rsidRDefault="00756A5B" w:rsidP="002D1047">
    <w:pPr>
      <w:pStyle w:val="Header"/>
    </w:pPr>
    <w:r>
      <w:t>Katsiaryna Malykhina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A1B17"/>
    <w:multiLevelType w:val="hybridMultilevel"/>
    <w:tmpl w:val="F22E7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396D65"/>
    <w:multiLevelType w:val="hybridMultilevel"/>
    <w:tmpl w:val="3516F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A57376"/>
    <w:multiLevelType w:val="hybridMultilevel"/>
    <w:tmpl w:val="4F481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26E4272"/>
    <w:multiLevelType w:val="hybridMultilevel"/>
    <w:tmpl w:val="BBD46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C65303F"/>
    <w:multiLevelType w:val="hybridMultilevel"/>
    <w:tmpl w:val="9AC29B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4960"/>
    <w:rsid w:val="000114F7"/>
    <w:rsid w:val="00041360"/>
    <w:rsid w:val="000810CF"/>
    <w:rsid w:val="000A23CE"/>
    <w:rsid w:val="000D4726"/>
    <w:rsid w:val="00230AF5"/>
    <w:rsid w:val="002B4960"/>
    <w:rsid w:val="002D1047"/>
    <w:rsid w:val="004A4E10"/>
    <w:rsid w:val="005B1193"/>
    <w:rsid w:val="006129A4"/>
    <w:rsid w:val="006B35EB"/>
    <w:rsid w:val="006D64B5"/>
    <w:rsid w:val="00752ABD"/>
    <w:rsid w:val="00756A5B"/>
    <w:rsid w:val="008963AC"/>
    <w:rsid w:val="008B075B"/>
    <w:rsid w:val="00941625"/>
    <w:rsid w:val="00960C2F"/>
    <w:rsid w:val="009C382A"/>
    <w:rsid w:val="00AC5A25"/>
    <w:rsid w:val="00AE771D"/>
    <w:rsid w:val="00B53F6D"/>
    <w:rsid w:val="00B75DE3"/>
    <w:rsid w:val="00CC1ECB"/>
    <w:rsid w:val="00D7525E"/>
    <w:rsid w:val="00DB572C"/>
    <w:rsid w:val="00DE6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mbri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104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D104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2D10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1047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2D1047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114F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3</Pages>
  <Words>514</Words>
  <Characters>2933</Characters>
  <Application>Microsoft Office Outlook</Application>
  <DocSecurity>0</DocSecurity>
  <Lines>0</Lines>
  <Paragraphs>0</Paragraphs>
  <ScaleCrop>false</ScaleCrop>
  <Company>TESD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630 Knox Rd, Wayne, PA 19087</dc:title>
  <dc:subject/>
  <dc:creator>10malykhinak</dc:creator>
  <cp:keywords/>
  <dc:description/>
  <cp:lastModifiedBy>10malykhinak</cp:lastModifiedBy>
  <cp:revision>2</cp:revision>
  <dcterms:created xsi:type="dcterms:W3CDTF">2009-09-10T11:18:00Z</dcterms:created>
  <dcterms:modified xsi:type="dcterms:W3CDTF">2009-09-10T11:18:00Z</dcterms:modified>
</cp:coreProperties>
</file>